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05" w:rsidRDefault="00F90205" w:rsidP="00F9020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F90205" w:rsidRDefault="00F90205" w:rsidP="00F9020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  <w:bookmarkStart w:id="0" w:name="_GoBack"/>
      <w:bookmarkEnd w:id="0"/>
    </w:p>
    <w:p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C117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202</w:t>
      </w:r>
      <w:r w:rsidR="00154683">
        <w:rPr>
          <w:rFonts w:ascii="Corbel" w:hAnsi="Corbel"/>
          <w:b/>
          <w:smallCaps/>
          <w:sz w:val="24"/>
          <w:szCs w:val="24"/>
        </w:rPr>
        <w:t>3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- 202</w:t>
      </w:r>
      <w:r w:rsidR="00154683">
        <w:rPr>
          <w:rFonts w:ascii="Corbel" w:hAnsi="Corbel"/>
          <w:b/>
          <w:smallCaps/>
          <w:sz w:val="24"/>
          <w:szCs w:val="24"/>
        </w:rPr>
        <w:t>8</w:t>
      </w:r>
    </w:p>
    <w:p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154683">
        <w:rPr>
          <w:rFonts w:ascii="Corbel" w:hAnsi="Corbel"/>
          <w:sz w:val="24"/>
          <w:szCs w:val="24"/>
        </w:rPr>
        <w:t>5</w:t>
      </w:r>
      <w:r w:rsidR="00DB42A8" w:rsidRPr="006C1175">
        <w:rPr>
          <w:rFonts w:ascii="Corbel" w:hAnsi="Corbel"/>
          <w:sz w:val="24"/>
          <w:szCs w:val="24"/>
        </w:rPr>
        <w:t>/</w:t>
      </w:r>
      <w:r w:rsidR="00154683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154683">
        <w:rPr>
          <w:rFonts w:ascii="Corbel" w:hAnsi="Corbel"/>
          <w:sz w:val="24"/>
          <w:szCs w:val="24"/>
        </w:rPr>
        <w:t>6</w:t>
      </w:r>
      <w:r w:rsidR="00CC4EAA" w:rsidRPr="006C1175">
        <w:rPr>
          <w:rFonts w:ascii="Corbel" w:hAnsi="Corbel"/>
          <w:sz w:val="24"/>
          <w:szCs w:val="24"/>
        </w:rPr>
        <w:t xml:space="preserve"> </w:t>
      </w:r>
    </w:p>
    <w:p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:rsidTr="00E850AB">
        <w:tc>
          <w:tcPr>
            <w:tcW w:w="2694" w:type="dxa"/>
            <w:vAlign w:val="center"/>
          </w:tcPr>
          <w:p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7364D2">
              <w:rPr>
                <w:rFonts w:ascii="Corbel" w:hAnsi="Corbel"/>
                <w:b w:val="0"/>
                <w:sz w:val="24"/>
                <w:szCs w:val="24"/>
              </w:rPr>
              <w:t xml:space="preserve">  hab. Marta </w:t>
            </w:r>
            <w:proofErr w:type="spellStart"/>
            <w:r w:rsidR="007364D2"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="007364D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C1175" w:rsidTr="00E850AB">
        <w:tc>
          <w:tcPr>
            <w:tcW w:w="2694" w:type="dxa"/>
            <w:vAlign w:val="center"/>
          </w:tcPr>
          <w:p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67709" w:rsidRPr="006C1175" w:rsidRDefault="00F6704D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F2342F" w:rsidRPr="006C11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7364D2">
              <w:rPr>
                <w:rFonts w:ascii="Corbel" w:hAnsi="Corbel"/>
                <w:b w:val="0"/>
                <w:sz w:val="24"/>
                <w:szCs w:val="24"/>
              </w:rPr>
              <w:t>, mgr Małgorzata Kiełb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AB" w:rsidRPr="006C1175" w:rsidRDefault="008D24F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745302">
        <w:tc>
          <w:tcPr>
            <w:tcW w:w="9670" w:type="dxa"/>
          </w:tcPr>
          <w:p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81"/>
      </w:tblGrid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:rsidTr="00C855B6">
        <w:tc>
          <w:tcPr>
            <w:tcW w:w="845" w:type="dxa"/>
            <w:vAlign w:val="center"/>
          </w:tcPr>
          <w:p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:rsidTr="00C855B6">
        <w:tc>
          <w:tcPr>
            <w:tcW w:w="845" w:type="dxa"/>
            <w:vAlign w:val="center"/>
          </w:tcPr>
          <w:p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:rsidTr="00C855B6">
        <w:tc>
          <w:tcPr>
            <w:tcW w:w="845" w:type="dxa"/>
            <w:vAlign w:val="center"/>
          </w:tcPr>
          <w:p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163D17" w:rsidRPr="006C1175" w:rsidTr="005A3DC7">
        <w:tc>
          <w:tcPr>
            <w:tcW w:w="1679" w:type="dxa"/>
            <w:vAlign w:val="center"/>
          </w:tcPr>
          <w:p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:rsidTr="003A0129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:rsidTr="002D2B98">
        <w:tc>
          <w:tcPr>
            <w:tcW w:w="1679" w:type="dxa"/>
            <w:vAlign w:val="center"/>
          </w:tcPr>
          <w:p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6C1175" w:rsidTr="002D2B98">
        <w:tc>
          <w:tcPr>
            <w:tcW w:w="952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operacjonalizacja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:rsidTr="002D2B98">
        <w:tc>
          <w:tcPr>
            <w:tcW w:w="9520" w:type="dxa"/>
          </w:tcPr>
          <w:p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:rsidTr="002D2B98">
        <w:tc>
          <w:tcPr>
            <w:tcW w:w="9520" w:type="dxa"/>
          </w:tcPr>
          <w:p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:rsidTr="002D2B98">
        <w:tc>
          <w:tcPr>
            <w:tcW w:w="9520" w:type="dxa"/>
          </w:tcPr>
          <w:p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5104"/>
        <w:gridCol w:w="2126"/>
      </w:tblGrid>
      <w:tr w:rsidR="002D2B98" w:rsidRPr="006C1175" w:rsidTr="003B7CAD">
        <w:tc>
          <w:tcPr>
            <w:tcW w:w="2409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104" w:type="dxa"/>
          </w:tcPr>
          <w:p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:rsidTr="003B7CAD">
        <w:tc>
          <w:tcPr>
            <w:tcW w:w="2409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6C1175" w:rsidTr="00923D7D">
        <w:tc>
          <w:tcPr>
            <w:tcW w:w="9670" w:type="dxa"/>
          </w:tcPr>
          <w:p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:rsidR="0085747A" w:rsidRPr="006C1175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60% poprawnych odpowiedzi –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70%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80 – dobry; 85% - plus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6C1175">
              <w:rPr>
                <w:rFonts w:ascii="Corbel" w:hAnsi="Corbel"/>
                <w:b w:val="0"/>
                <w:szCs w:val="24"/>
              </w:rPr>
              <w:t xml:space="preserve">; 90 – 100% - </w:t>
            </w:r>
            <w:proofErr w:type="spellStart"/>
            <w:r w:rsidRPr="006C1175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0"/>
        <w:gridCol w:w="2970"/>
      </w:tblGrid>
      <w:tr w:rsidR="0085747A" w:rsidRPr="006C1175" w:rsidTr="00E638A8">
        <w:tc>
          <w:tcPr>
            <w:tcW w:w="6550" w:type="dxa"/>
            <w:vAlign w:val="center"/>
          </w:tcPr>
          <w:p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C61DC5" w:rsidP="00111E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:rsidR="0085747A" w:rsidRPr="006C1175" w:rsidRDefault="00E16547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C1175" w:rsidTr="00E638A8">
        <w:tc>
          <w:tcPr>
            <w:tcW w:w="6550" w:type="dxa"/>
          </w:tcPr>
          <w:p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:rsidR="00C61DC5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C1175" w:rsidTr="00E638A8">
        <w:tc>
          <w:tcPr>
            <w:tcW w:w="6550" w:type="dxa"/>
          </w:tcPr>
          <w:p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:rsidR="0085747A" w:rsidRPr="006C1175" w:rsidRDefault="008D24FC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:rsidTr="00867709">
        <w:trPr>
          <w:trHeight w:val="397"/>
        </w:trPr>
        <w:tc>
          <w:tcPr>
            <w:tcW w:w="4082" w:type="dxa"/>
          </w:tcPr>
          <w:p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1"/>
      </w:tblGrid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:rsidR="007179CD" w:rsidRPr="006C1175" w:rsidRDefault="007179CD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Szczepska-Pustkowska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7179CD" w:rsidRPr="006C1175" w:rsidRDefault="00482F19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Lemańska – Lewandowska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 a dyscyplina w klasie szkolnej</w:t>
            </w:r>
            <w:r w:rsidRPr="006C1175">
              <w:rPr>
                <w:rFonts w:ascii="Corbel" w:hAnsi="Corbel"/>
                <w:sz w:val="24"/>
                <w:szCs w:val="24"/>
              </w:rPr>
              <w:t>. Bydgoszcz 2013</w:t>
            </w:r>
          </w:p>
          <w:p w:rsidR="00867709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.</w:t>
            </w:r>
            <w:r w:rsidR="00482F19" w:rsidRPr="006C1175">
              <w:rPr>
                <w:rFonts w:ascii="Corbel" w:hAnsi="Corbel"/>
                <w:sz w:val="24"/>
                <w:szCs w:val="24"/>
              </w:rPr>
              <w:t>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</w:tc>
      </w:tr>
      <w:tr w:rsidR="00867709" w:rsidRPr="006C1175" w:rsidTr="00867709">
        <w:trPr>
          <w:trHeight w:val="397"/>
        </w:trPr>
        <w:tc>
          <w:tcPr>
            <w:tcW w:w="9491" w:type="dxa"/>
          </w:tcPr>
          <w:p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90198" w:rsidRPr="006C1175" w:rsidRDefault="00990198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482F19" w:rsidRPr="006C1175" w:rsidRDefault="00482F19" w:rsidP="00482F19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:rsidR="00482F19" w:rsidRPr="006C1175" w:rsidRDefault="00482F19" w:rsidP="00482F19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WSiP</w:t>
            </w:r>
            <w:proofErr w:type="spellEnd"/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Warszawa 2008.</w:t>
            </w:r>
          </w:p>
          <w:p w:rsidR="00482F1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867709" w:rsidRPr="006C1175" w:rsidRDefault="00482F19" w:rsidP="00482F19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373" w:rsidRDefault="00CC6373" w:rsidP="00C16ABF">
      <w:pPr>
        <w:spacing w:after="0" w:line="240" w:lineRule="auto"/>
      </w:pPr>
      <w:r>
        <w:separator/>
      </w:r>
    </w:p>
  </w:endnote>
  <w:endnote w:type="continuationSeparator" w:id="0">
    <w:p w:rsidR="00CC6373" w:rsidRDefault="00CC63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373" w:rsidRDefault="00CC6373" w:rsidP="00C16ABF">
      <w:pPr>
        <w:spacing w:after="0" w:line="240" w:lineRule="auto"/>
      </w:pPr>
      <w:r>
        <w:separator/>
      </w:r>
    </w:p>
  </w:footnote>
  <w:footnote w:type="continuationSeparator" w:id="0">
    <w:p w:rsidR="00CC6373" w:rsidRDefault="00CC637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1ED7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3C41"/>
    <w:rsid w:val="00154381"/>
    <w:rsid w:val="00154683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4BC8"/>
    <w:rsid w:val="004362C6"/>
    <w:rsid w:val="00437FA2"/>
    <w:rsid w:val="00445970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6696D"/>
    <w:rsid w:val="00586268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364D2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24FC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31198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5F8D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46D1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637A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C6373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43223"/>
    <w:rsid w:val="00E4505D"/>
    <w:rsid w:val="00E51E44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0205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8F79-EB18-4E75-9005-DF5575A7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5</Pages>
  <Words>1183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2020-02-17T10:28:00Z</dcterms:created>
  <dcterms:modified xsi:type="dcterms:W3CDTF">2023-10-15T08:46:00Z</dcterms:modified>
</cp:coreProperties>
</file>